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B6E85" w14:textId="77777777" w:rsidR="00F73783" w:rsidRPr="00F228C7" w:rsidRDefault="00F73783" w:rsidP="003C6398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0"/>
        </w:rPr>
      </w:pPr>
    </w:p>
    <w:p w14:paraId="4F8B6E86" w14:textId="77777777" w:rsidR="00B4568D" w:rsidRDefault="00B4568D" w:rsidP="00B4568D">
      <w:pPr>
        <w:pStyle w:val="Default"/>
        <w:jc w:val="center"/>
        <w:rPr>
          <w:b/>
          <w:bCs/>
        </w:rPr>
      </w:pPr>
      <w:r w:rsidRPr="00B4568D">
        <w:rPr>
          <w:b/>
          <w:bCs/>
        </w:rPr>
        <w:t>MODULO D’ISCRIZIONE</w:t>
      </w:r>
    </w:p>
    <w:p w14:paraId="4E3BA0D5" w14:textId="6095DFD2" w:rsidR="00F25EFE" w:rsidRPr="00F25EFE" w:rsidRDefault="00F25EFE" w:rsidP="00B4568D">
      <w:pPr>
        <w:pStyle w:val="Default"/>
        <w:jc w:val="center"/>
        <w:rPr>
          <w:bCs/>
        </w:rPr>
      </w:pPr>
      <w:r>
        <w:rPr>
          <w:bCs/>
        </w:rPr>
        <w:t>(si prega di compilarlo al PC, se a mano in stampatello)</w:t>
      </w:r>
    </w:p>
    <w:p w14:paraId="4F8B6E87" w14:textId="77777777" w:rsidR="00B4568D" w:rsidRPr="00B4568D" w:rsidRDefault="00B4568D" w:rsidP="00B4568D">
      <w:pPr>
        <w:pStyle w:val="Default"/>
        <w:jc w:val="center"/>
      </w:pPr>
    </w:p>
    <w:p w14:paraId="4F8B6E88" w14:textId="31DB89A1" w:rsidR="00B4568D" w:rsidRDefault="00B4568D" w:rsidP="00F25EFE">
      <w:pPr>
        <w:pStyle w:val="Default"/>
        <w:jc w:val="center"/>
        <w:rPr>
          <w:b/>
          <w:bCs/>
        </w:rPr>
      </w:pPr>
      <w:r w:rsidRPr="00B4568D">
        <w:rPr>
          <w:bCs/>
        </w:rPr>
        <w:t xml:space="preserve">Da inviare </w:t>
      </w:r>
      <w:r w:rsidRPr="00B4568D">
        <w:rPr>
          <w:b/>
          <w:bCs/>
          <w:sz w:val="20"/>
          <w:szCs w:val="20"/>
        </w:rPr>
        <w:t xml:space="preserve">ENTRO IL </w:t>
      </w:r>
      <w:r w:rsidR="00F25EFE">
        <w:rPr>
          <w:b/>
          <w:bCs/>
          <w:sz w:val="20"/>
          <w:szCs w:val="20"/>
        </w:rPr>
        <w:t>20 Marzo 2019</w:t>
      </w:r>
      <w:r w:rsidR="00E66183">
        <w:rPr>
          <w:b/>
          <w:bCs/>
          <w:sz w:val="20"/>
          <w:szCs w:val="20"/>
        </w:rPr>
        <w:t xml:space="preserve"> </w:t>
      </w:r>
      <w:r>
        <w:rPr>
          <w:b/>
          <w:bCs/>
        </w:rPr>
        <w:t xml:space="preserve"> </w:t>
      </w:r>
      <w:r w:rsidR="000E0D61" w:rsidRPr="000E0D61">
        <w:rPr>
          <w:bCs/>
        </w:rPr>
        <w:t>a:</w:t>
      </w:r>
    </w:p>
    <w:p w14:paraId="4F8B6E89" w14:textId="77777777" w:rsidR="00B4568D" w:rsidRPr="00B4568D" w:rsidRDefault="00B4568D" w:rsidP="00B4568D">
      <w:pPr>
        <w:pStyle w:val="Default"/>
        <w:rPr>
          <w:b/>
          <w:bCs/>
        </w:rPr>
      </w:pPr>
    </w:p>
    <w:p w14:paraId="4F8B6E8A" w14:textId="77777777" w:rsidR="00B4568D" w:rsidRDefault="000A2052" w:rsidP="00B4568D">
      <w:pPr>
        <w:pStyle w:val="Default"/>
        <w:jc w:val="center"/>
        <w:rPr>
          <w:b/>
          <w:bCs/>
        </w:rPr>
      </w:pPr>
      <w:hyperlink r:id="rId9" w:history="1">
        <w:r w:rsidR="00B4568D" w:rsidRPr="00B4568D">
          <w:rPr>
            <w:rStyle w:val="Collegamentoipertestuale"/>
            <w:b/>
            <w:bCs/>
          </w:rPr>
          <w:t>direzione-marche@istruzione.it</w:t>
        </w:r>
      </w:hyperlink>
      <w:r w:rsidR="00B4568D" w:rsidRPr="00B4568D">
        <w:rPr>
          <w:b/>
          <w:bCs/>
        </w:rPr>
        <w:t xml:space="preserve">   </w:t>
      </w:r>
    </w:p>
    <w:p w14:paraId="4F8B6E8B" w14:textId="77777777" w:rsidR="00806C13" w:rsidRDefault="00806C13" w:rsidP="00B4568D">
      <w:pPr>
        <w:pStyle w:val="Default"/>
        <w:jc w:val="center"/>
        <w:rPr>
          <w:b/>
          <w:bCs/>
        </w:rPr>
      </w:pPr>
    </w:p>
    <w:p w14:paraId="4F8B6E8D" w14:textId="77777777" w:rsidR="00806C13" w:rsidRPr="00B4568D" w:rsidRDefault="00806C13" w:rsidP="00B4568D">
      <w:pPr>
        <w:pStyle w:val="Default"/>
        <w:jc w:val="center"/>
        <w:rPr>
          <w:b/>
          <w:bCs/>
        </w:rPr>
      </w:pPr>
    </w:p>
    <w:p w14:paraId="4F8B6E8E" w14:textId="77777777" w:rsidR="00B4568D" w:rsidRDefault="00B4568D" w:rsidP="00B4568D">
      <w:pPr>
        <w:pStyle w:val="Default"/>
        <w:rPr>
          <w:b/>
          <w:bCs/>
          <w:sz w:val="23"/>
          <w:szCs w:val="23"/>
        </w:rPr>
      </w:pPr>
    </w:p>
    <w:p w14:paraId="4F8B6E8F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b/>
          <w:bCs/>
          <w:sz w:val="23"/>
          <w:szCs w:val="23"/>
        </w:rPr>
      </w:pPr>
    </w:p>
    <w:p w14:paraId="4F8B6E90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Il/la sottoscritto/a ___________________________________________________________</w:t>
      </w:r>
    </w:p>
    <w:p w14:paraId="4F8B6E91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4F8B6E92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docente </w:t>
      </w:r>
      <w:r w:rsidR="00806C13">
        <w:rPr>
          <w:rFonts w:asciiTheme="minorHAnsi" w:hAnsiTheme="minorHAnsi"/>
          <w:sz w:val="20"/>
        </w:rPr>
        <w:t xml:space="preserve">di educazione fisica e sportiva </w:t>
      </w:r>
      <w:r w:rsidRPr="00B4568D">
        <w:rPr>
          <w:rFonts w:asciiTheme="minorHAnsi" w:hAnsiTheme="minorHAnsi"/>
          <w:sz w:val="20"/>
        </w:rPr>
        <w:t xml:space="preserve">a tempo determinato/indeterminato in servizio presso l’Istituto </w:t>
      </w:r>
    </w:p>
    <w:p w14:paraId="4F8B6E93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4F8B6E94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___________________________________________________________________________</w:t>
      </w:r>
    </w:p>
    <w:p w14:paraId="4F8B6E95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4BAF17A9" w14:textId="66A229FD" w:rsidR="00F25EFE" w:rsidRPr="00B4568D" w:rsidRDefault="00F25EFE" w:rsidP="00F25EFE">
      <w:pPr>
        <w:tabs>
          <w:tab w:val="left" w:pos="720"/>
          <w:tab w:val="left" w:pos="1985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(Recapiti del docente)</w:t>
      </w:r>
      <w:r>
        <w:rPr>
          <w:rFonts w:asciiTheme="minorHAnsi" w:hAnsiTheme="minorHAnsi"/>
          <w:sz w:val="20"/>
        </w:rPr>
        <w:tab/>
      </w:r>
      <w:proofErr w:type="spellStart"/>
      <w:r>
        <w:rPr>
          <w:rFonts w:asciiTheme="minorHAnsi" w:hAnsiTheme="minorHAnsi"/>
          <w:sz w:val="20"/>
        </w:rPr>
        <w:t>cell</w:t>
      </w:r>
      <w:proofErr w:type="spellEnd"/>
      <w:r>
        <w:rPr>
          <w:rFonts w:asciiTheme="minorHAnsi" w:hAnsiTheme="minorHAnsi"/>
          <w:sz w:val="20"/>
        </w:rPr>
        <w:t xml:space="preserve"> _____________________     </w:t>
      </w:r>
      <w:r>
        <w:rPr>
          <w:rFonts w:asciiTheme="minorHAnsi" w:hAnsiTheme="minorHAnsi"/>
          <w:sz w:val="20"/>
        </w:rPr>
        <w:tab/>
        <w:t>mail______________________________________</w:t>
      </w:r>
    </w:p>
    <w:p w14:paraId="4F8B6E96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19CCD0D5" w14:textId="77777777" w:rsidR="00F25EFE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CHIEDE</w:t>
      </w:r>
      <w:r w:rsidR="00F25EFE">
        <w:rPr>
          <w:rFonts w:asciiTheme="minorHAnsi" w:hAnsiTheme="minorHAnsi"/>
          <w:sz w:val="20"/>
        </w:rPr>
        <w:t xml:space="preserve"> </w:t>
      </w:r>
      <w:r w:rsidRPr="00B4568D">
        <w:rPr>
          <w:rFonts w:asciiTheme="minorHAnsi" w:hAnsiTheme="minorHAnsi"/>
          <w:sz w:val="20"/>
        </w:rPr>
        <w:t xml:space="preserve">DI ADERIRE ALLA PROPOSTA FORMATIVA </w:t>
      </w:r>
      <w:r w:rsidR="00F25EFE">
        <w:rPr>
          <w:rFonts w:asciiTheme="minorHAnsi" w:hAnsiTheme="minorHAnsi"/>
          <w:sz w:val="20"/>
        </w:rPr>
        <w:t xml:space="preserve"> </w:t>
      </w:r>
    </w:p>
    <w:p w14:paraId="4591A70D" w14:textId="77777777" w:rsidR="00F25EFE" w:rsidRDefault="00F25EFE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4F8B6E99" w14:textId="61744BED" w:rsidR="00B4568D" w:rsidRDefault="00F25EFE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F25EFE">
        <w:rPr>
          <w:rFonts w:asciiTheme="minorHAnsi" w:hAnsiTheme="minorHAnsi"/>
          <w:b/>
          <w:sz w:val="22"/>
          <w:szCs w:val="22"/>
          <w:u w:val="single"/>
        </w:rPr>
        <w:t>Primo Soccorso con l’impiego del defibrillatore BLSD</w:t>
      </w:r>
    </w:p>
    <w:p w14:paraId="4F8B6E9A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4F8B6EA1" w14:textId="36313B4C" w:rsidR="00806C13" w:rsidRDefault="00F25EFE" w:rsidP="00F25EFE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Nella seguente sede (indicare con una crocetta</w:t>
      </w:r>
      <w:r w:rsidR="006E7349">
        <w:rPr>
          <w:rFonts w:asciiTheme="minorHAnsi" w:hAnsiTheme="minorHAnsi"/>
          <w:sz w:val="20"/>
        </w:rPr>
        <w:t xml:space="preserve"> la scelta</w:t>
      </w:r>
      <w:r>
        <w:rPr>
          <w:rFonts w:asciiTheme="minorHAnsi" w:hAnsiTheme="minorHAnsi"/>
          <w:sz w:val="20"/>
        </w:rPr>
        <w:t>)</w:t>
      </w:r>
    </w:p>
    <w:p w14:paraId="447CB2AB" w14:textId="77777777" w:rsidR="00F25EFE" w:rsidRDefault="00F25EFE" w:rsidP="00F25EFE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tbl>
      <w:tblPr>
        <w:tblStyle w:val="Grigliatabella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43"/>
        <w:gridCol w:w="1701"/>
        <w:gridCol w:w="4678"/>
        <w:gridCol w:w="283"/>
      </w:tblGrid>
      <w:tr w:rsidR="00F25EFE" w14:paraId="41F52921" w14:textId="77777777" w:rsidTr="006E7349">
        <w:tc>
          <w:tcPr>
            <w:tcW w:w="1701" w:type="dxa"/>
          </w:tcPr>
          <w:p w14:paraId="53FA32FA" w14:textId="6E71ED5D" w:rsid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ANCONA</w:t>
            </w:r>
          </w:p>
        </w:tc>
        <w:tc>
          <w:tcPr>
            <w:tcW w:w="1843" w:type="dxa"/>
          </w:tcPr>
          <w:p w14:paraId="40828620" w14:textId="671437AC" w:rsid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r w:rsidRPr="00F25EFE">
              <w:rPr>
                <w:rFonts w:asciiTheme="minorHAnsi" w:hAnsiTheme="minorHAnsi"/>
                <w:sz w:val="22"/>
                <w:szCs w:val="22"/>
              </w:rPr>
              <w:t>26 Marzo 2019</w:t>
            </w:r>
          </w:p>
        </w:tc>
        <w:tc>
          <w:tcPr>
            <w:tcW w:w="1701" w:type="dxa"/>
          </w:tcPr>
          <w:p w14:paraId="6A604347" w14:textId="1E4C67E5" w:rsid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r w:rsidRPr="00F25EFE">
              <w:rPr>
                <w:rFonts w:asciiTheme="minorHAnsi" w:hAnsiTheme="minorHAnsi"/>
                <w:sz w:val="22"/>
                <w:szCs w:val="22"/>
              </w:rPr>
              <w:t>h. 14.00-19.00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0A01E9D7" w14:textId="215666AD" w:rsidR="00F25EFE" w:rsidRDefault="00F25EFE" w:rsidP="006E7349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r w:rsidRPr="00F25EFE">
              <w:rPr>
                <w:rFonts w:asciiTheme="minorHAnsi" w:hAnsiTheme="minorHAnsi"/>
                <w:sz w:val="22"/>
                <w:szCs w:val="22"/>
              </w:rPr>
              <w:t>Sede CRI Via del Commercio 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97EE" w14:textId="77777777" w:rsid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bookmarkStart w:id="0" w:name="_GoBack"/>
            <w:bookmarkEnd w:id="0"/>
          </w:p>
        </w:tc>
      </w:tr>
      <w:tr w:rsidR="00F25EFE" w14:paraId="408F462E" w14:textId="77777777" w:rsidTr="006E7349">
        <w:tc>
          <w:tcPr>
            <w:tcW w:w="1701" w:type="dxa"/>
          </w:tcPr>
          <w:p w14:paraId="5FB1CFB8" w14:textId="77777777" w:rsidR="00F25EFE" w:rsidRP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7A9CC3" w14:textId="77777777" w:rsidR="00F25EFE" w:rsidRP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1DCB34A" w14:textId="77777777" w:rsidR="00F25EFE" w:rsidRP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AD6FE8B" w14:textId="77777777" w:rsidR="00F25EFE" w:rsidRPr="00F25EFE" w:rsidRDefault="00F25EFE" w:rsidP="006E7349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4EFDA1C" w14:textId="77777777" w:rsid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</w:p>
        </w:tc>
      </w:tr>
      <w:tr w:rsidR="00F25EFE" w14:paraId="4E64AAB2" w14:textId="77777777" w:rsidTr="006E7349">
        <w:tc>
          <w:tcPr>
            <w:tcW w:w="1701" w:type="dxa"/>
          </w:tcPr>
          <w:p w14:paraId="3CB0CB83" w14:textId="025F6E45" w:rsid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r w:rsidRPr="00F25EFE">
              <w:rPr>
                <w:rFonts w:asciiTheme="minorHAnsi" w:hAnsiTheme="minorHAnsi"/>
                <w:sz w:val="22"/>
                <w:szCs w:val="22"/>
              </w:rPr>
              <w:t>PESARO</w:t>
            </w:r>
          </w:p>
        </w:tc>
        <w:tc>
          <w:tcPr>
            <w:tcW w:w="1843" w:type="dxa"/>
          </w:tcPr>
          <w:p w14:paraId="657C460A" w14:textId="797AF619" w:rsidR="00F25EFE" w:rsidRP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F25EFE">
              <w:rPr>
                <w:rFonts w:asciiTheme="minorHAnsi" w:hAnsiTheme="minorHAnsi"/>
                <w:sz w:val="22"/>
                <w:szCs w:val="22"/>
              </w:rPr>
              <w:t>26 Marzo 2019</w:t>
            </w:r>
          </w:p>
        </w:tc>
        <w:tc>
          <w:tcPr>
            <w:tcW w:w="1701" w:type="dxa"/>
          </w:tcPr>
          <w:p w14:paraId="6B97EB96" w14:textId="079550B2" w:rsidR="00F25EFE" w:rsidRP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F25EFE">
              <w:rPr>
                <w:rFonts w:asciiTheme="minorHAnsi" w:hAnsiTheme="minorHAnsi"/>
                <w:sz w:val="22"/>
                <w:szCs w:val="22"/>
              </w:rPr>
              <w:t>h. 14.00-19.00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3E35C04B" w14:textId="795D6A98" w:rsidR="00F25EFE" w:rsidRPr="00F25EFE" w:rsidRDefault="00F25EFE" w:rsidP="006E7349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F25EFE">
              <w:rPr>
                <w:rFonts w:asciiTheme="minorHAnsi" w:hAnsiTheme="minorHAnsi"/>
                <w:sz w:val="22"/>
                <w:szCs w:val="22"/>
              </w:rPr>
              <w:t>Sede CRI Via Gradara 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DF2E" w14:textId="77777777" w:rsidR="00F25EFE" w:rsidRDefault="00F25EFE" w:rsidP="00F25EFE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</w:p>
        </w:tc>
      </w:tr>
      <w:tr w:rsidR="006E7349" w14:paraId="076CE89B" w14:textId="77777777" w:rsidTr="006E7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311BB5" w14:textId="77777777" w:rsidR="00F25EFE" w:rsidRP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00AAEB" w14:textId="77777777" w:rsidR="00F25EFE" w:rsidRP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A9F41B" w14:textId="77777777" w:rsidR="00F25EFE" w:rsidRP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A0677A9" w14:textId="77777777" w:rsidR="00F25EFE" w:rsidRPr="00F25EFE" w:rsidRDefault="00F25EFE" w:rsidP="006E7349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299603" w14:textId="77777777" w:rsid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</w:p>
        </w:tc>
      </w:tr>
      <w:tr w:rsidR="006E7349" w14:paraId="4F7671DF" w14:textId="77777777" w:rsidTr="006E7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5C99D9" w14:textId="7D06B267" w:rsid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FERMO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86EEF3" w14:textId="61C88041" w:rsidR="00F25EFE" w:rsidRP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28 Marzo 2019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89C74E" w14:textId="051663AB" w:rsidR="00F25EFE" w:rsidRP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h. 14.00-19.00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AFCBCF" w14:textId="0FCF48FA" w:rsidR="00F25EFE" w:rsidRPr="00F25EFE" w:rsidRDefault="00F25EFE" w:rsidP="006E7349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Sede CRI Via Lorenzo Pelosi 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A130" w14:textId="77777777" w:rsid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</w:p>
        </w:tc>
      </w:tr>
      <w:tr w:rsidR="00F25EFE" w14:paraId="0758EC3A" w14:textId="77777777" w:rsidTr="006E7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67DCE29" w14:textId="77777777" w:rsid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5ABE68" w14:textId="77777777" w:rsidR="00F25EFE" w:rsidRP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476883" w14:textId="77777777" w:rsidR="00F25EFE" w:rsidRP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D811D11" w14:textId="77777777" w:rsidR="00F25EFE" w:rsidRPr="00F25EFE" w:rsidRDefault="00F25EFE" w:rsidP="006E7349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44E6D8" w14:textId="77777777" w:rsid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</w:p>
        </w:tc>
      </w:tr>
      <w:tr w:rsidR="00F25EFE" w14:paraId="21E15D7F" w14:textId="77777777" w:rsidTr="006E7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1966C4" w14:textId="1E2F46C2" w:rsidR="00F25EFE" w:rsidRDefault="006E7349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ASCOLI PICENO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C8831E9" w14:textId="1391E6EC" w:rsidR="00F25EFE" w:rsidRPr="00F25EFE" w:rsidRDefault="006E7349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 Aprile 2019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EFA723" w14:textId="4B501918" w:rsidR="00F25EFE" w:rsidRPr="00F25EFE" w:rsidRDefault="006E7349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h. 14.00-19.00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EBCE58" w14:textId="4A54D709" w:rsidR="00F25EFE" w:rsidRPr="006E7349" w:rsidRDefault="006E7349" w:rsidP="006E7349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IIS Fermi Sacconi Ceci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Via della Repubblica 31/a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DDB7" w14:textId="77777777" w:rsidR="00F25EFE" w:rsidRDefault="00F25EFE" w:rsidP="00DE6FB3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sz w:val="20"/>
              </w:rPr>
            </w:pPr>
          </w:p>
        </w:tc>
      </w:tr>
    </w:tbl>
    <w:p w14:paraId="53423137" w14:textId="77777777" w:rsidR="00F25EFE" w:rsidRDefault="00F25EFE" w:rsidP="00F25EFE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0EACEECA" w14:textId="77777777" w:rsidR="006E7349" w:rsidRDefault="006E7349" w:rsidP="006E7349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</w:t>
      </w:r>
    </w:p>
    <w:p w14:paraId="20E83F23" w14:textId="77777777" w:rsidR="006E7349" w:rsidRDefault="006E7349" w:rsidP="006E7349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4F8B6EA8" w14:textId="086C1A15" w:rsidR="00B4568D" w:rsidRPr="00B4568D" w:rsidRDefault="006E7349" w:rsidP="006E7349">
      <w:pPr>
        <w:tabs>
          <w:tab w:val="left" w:pos="720"/>
          <w:tab w:val="center" w:pos="4819"/>
          <w:tab w:val="left" w:pos="4962"/>
          <w:tab w:val="right" w:pos="9638"/>
        </w:tabs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Data</w:t>
      </w:r>
      <w:r w:rsidR="00B4568D" w:rsidRPr="00B4568D">
        <w:rPr>
          <w:rFonts w:asciiTheme="minorHAnsi" w:hAnsiTheme="minorHAnsi"/>
          <w:sz w:val="20"/>
        </w:rPr>
        <w:t>___________________</w:t>
      </w:r>
      <w:r w:rsidR="00B4568D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="00B4568D" w:rsidRPr="00B4568D">
        <w:rPr>
          <w:rFonts w:asciiTheme="minorHAnsi" w:hAnsiTheme="minorHAnsi"/>
          <w:sz w:val="20"/>
        </w:rPr>
        <w:t>Firma del docente________________________</w:t>
      </w:r>
    </w:p>
    <w:p w14:paraId="4F8B6EA9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4F8B6EAA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4F8B6EAB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4F8B6EAC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VISTO SI AUTORIZZA</w:t>
      </w:r>
    </w:p>
    <w:p w14:paraId="4F8B6EAD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Il Dirigente Scolastico</w:t>
      </w:r>
    </w:p>
    <w:p w14:paraId="4F8B6EAE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Timbro e firma</w:t>
      </w:r>
    </w:p>
    <w:p w14:paraId="4F8B6EAF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4F8B6EB0" w14:textId="77777777" w:rsidR="00B4568D" w:rsidRPr="00F228C7" w:rsidRDefault="00B4568D" w:rsidP="00B4568D">
      <w:pPr>
        <w:tabs>
          <w:tab w:val="left" w:pos="720"/>
          <w:tab w:val="center" w:pos="4819"/>
          <w:tab w:val="right" w:pos="9638"/>
        </w:tabs>
        <w:ind w:firstLine="708"/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</w:t>
      </w:r>
      <w:r w:rsidRPr="00B4568D">
        <w:rPr>
          <w:rFonts w:asciiTheme="minorHAnsi" w:hAnsiTheme="minorHAnsi"/>
          <w:sz w:val="20"/>
        </w:rPr>
        <w:t>_____________________</w:t>
      </w:r>
    </w:p>
    <w:sectPr w:rsidR="00B4568D" w:rsidRPr="00F228C7" w:rsidSect="00ED2C0D">
      <w:headerReference w:type="default" r:id="rId10"/>
      <w:footerReference w:type="default" r:id="rId11"/>
      <w:pgSz w:w="11907" w:h="16840"/>
      <w:pgMar w:top="1418" w:right="1418" w:bottom="851" w:left="1418" w:header="539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9E8DD" w14:textId="77777777" w:rsidR="000A2052" w:rsidRDefault="000A2052">
      <w:r>
        <w:separator/>
      </w:r>
    </w:p>
  </w:endnote>
  <w:endnote w:type="continuationSeparator" w:id="0">
    <w:p w14:paraId="461709C9" w14:textId="77777777" w:rsidR="000A2052" w:rsidRDefault="000A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B6EBB" w14:textId="16B475A2" w:rsidR="00806C13" w:rsidRPr="006E7349" w:rsidRDefault="006E7349" w:rsidP="00E66183">
    <w:pPr>
      <w:pStyle w:val="Pidipagina"/>
      <w:jc w:val="center"/>
      <w:rPr>
        <w:rFonts w:asciiTheme="minorHAnsi" w:hAnsiTheme="minorHAnsi" w:cs="Arial"/>
        <w:sz w:val="18"/>
        <w:szCs w:val="18"/>
      </w:rPr>
    </w:pPr>
    <w:r w:rsidRPr="006E7349">
      <w:rPr>
        <w:rFonts w:asciiTheme="minorHAnsi" w:hAnsiTheme="minorHAnsi" w:cs="Arial"/>
        <w:sz w:val="18"/>
        <w:szCs w:val="18"/>
      </w:rPr>
      <w:t xml:space="preserve">201902280945_Modello </w:t>
    </w:r>
    <w:proofErr w:type="spellStart"/>
    <w:r w:rsidRPr="006E7349">
      <w:rPr>
        <w:rFonts w:asciiTheme="minorHAnsi" w:hAnsiTheme="minorHAnsi" w:cs="Arial"/>
        <w:sz w:val="18"/>
        <w:szCs w:val="18"/>
      </w:rPr>
      <w:t>iscrizione_Formazione_docenti_BLSD</w:t>
    </w:r>
    <w:proofErr w:type="spellEnd"/>
  </w:p>
  <w:p w14:paraId="4F8B6EBC" w14:textId="77777777"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Via XXV Aprile, 19  - </w:t>
    </w:r>
    <w:r w:rsidRPr="00ED2C0D">
      <w:rPr>
        <w:rFonts w:asciiTheme="minorHAnsi" w:hAnsiTheme="minorHAnsi" w:cs="Arial"/>
        <w:smallCaps/>
        <w:sz w:val="16"/>
        <w:szCs w:val="16"/>
      </w:rPr>
      <w:t>Ancona</w:t>
    </w:r>
    <w:r w:rsidRPr="00ED2C0D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14:paraId="4F8B6EBD" w14:textId="77777777"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ED2C0D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14:paraId="4F8B6EBE" w14:textId="77777777" w:rsidR="002E6CB5" w:rsidRPr="006F4E6F" w:rsidRDefault="002E6CB5" w:rsidP="00136AAF">
    <w:pPr>
      <w:pStyle w:val="Pidipagina"/>
      <w:rPr>
        <w:szCs w:val="15"/>
      </w:rPr>
    </w:pPr>
  </w:p>
  <w:p w14:paraId="4F8B6EBF" w14:textId="77777777"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74454" w14:textId="77777777" w:rsidR="000A2052" w:rsidRDefault="000A2052">
      <w:r>
        <w:separator/>
      </w:r>
    </w:p>
  </w:footnote>
  <w:footnote w:type="continuationSeparator" w:id="0">
    <w:p w14:paraId="5088464A" w14:textId="77777777" w:rsidR="000A2052" w:rsidRDefault="000A2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B6EB5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4F8B6EB6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4F8B6EC0" wp14:editId="4F8B6EC1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8B6EB7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4F8B6EB8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4F8B6EB9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14:paraId="4F8B6EBA" w14:textId="77777777"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1A244F2"/>
    <w:multiLevelType w:val="hybridMultilevel"/>
    <w:tmpl w:val="61D0ED5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E5B0C"/>
    <w:multiLevelType w:val="hybridMultilevel"/>
    <w:tmpl w:val="E640C0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65C78"/>
    <w:multiLevelType w:val="hybridMultilevel"/>
    <w:tmpl w:val="46048EB4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F5AD4"/>
    <w:multiLevelType w:val="hybridMultilevel"/>
    <w:tmpl w:val="7B90AF6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E466B4B"/>
    <w:multiLevelType w:val="hybridMultilevel"/>
    <w:tmpl w:val="C6287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6B8E"/>
    <w:multiLevelType w:val="hybridMultilevel"/>
    <w:tmpl w:val="EBFE1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33A69"/>
    <w:multiLevelType w:val="hybridMultilevel"/>
    <w:tmpl w:val="091E202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CF51AC0"/>
    <w:multiLevelType w:val="hybridMultilevel"/>
    <w:tmpl w:val="B82C215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001"/>
    <w:multiLevelType w:val="hybridMultilevel"/>
    <w:tmpl w:val="BDC0EC9C"/>
    <w:lvl w:ilvl="0" w:tplc="7958B74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45D36"/>
    <w:multiLevelType w:val="hybridMultilevel"/>
    <w:tmpl w:val="54ACC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60C0B"/>
    <w:multiLevelType w:val="hybridMultilevel"/>
    <w:tmpl w:val="56B0015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EE601F"/>
    <w:multiLevelType w:val="hybridMultilevel"/>
    <w:tmpl w:val="C3481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431C4A"/>
    <w:multiLevelType w:val="hybridMultilevel"/>
    <w:tmpl w:val="6DCA497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86F7AA2"/>
    <w:multiLevelType w:val="hybridMultilevel"/>
    <w:tmpl w:val="E8D2819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5"/>
  </w:num>
  <w:num w:numId="7">
    <w:abstractNumId w:val="18"/>
  </w:num>
  <w:num w:numId="8">
    <w:abstractNumId w:val="17"/>
  </w:num>
  <w:num w:numId="9">
    <w:abstractNumId w:val="14"/>
  </w:num>
  <w:num w:numId="10">
    <w:abstractNumId w:val="6"/>
  </w:num>
  <w:num w:numId="11">
    <w:abstractNumId w:val="1"/>
  </w:num>
  <w:num w:numId="12">
    <w:abstractNumId w:val="11"/>
  </w:num>
  <w:num w:numId="13">
    <w:abstractNumId w:val="10"/>
  </w:num>
  <w:num w:numId="14">
    <w:abstractNumId w:val="16"/>
  </w:num>
  <w:num w:numId="15">
    <w:abstractNumId w:val="3"/>
  </w:num>
  <w:num w:numId="16">
    <w:abstractNumId w:val="13"/>
  </w:num>
  <w:num w:numId="17">
    <w:abstractNumId w:val="2"/>
  </w:num>
  <w:num w:numId="18">
    <w:abstractNumId w:val="8"/>
  </w:num>
  <w:num w:numId="19">
    <w:abstractNumId w:val="9"/>
  </w:num>
  <w:num w:numId="2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83"/>
    <w:rsid w:val="00006ACD"/>
    <w:rsid w:val="00010048"/>
    <w:rsid w:val="00017142"/>
    <w:rsid w:val="00025385"/>
    <w:rsid w:val="00035542"/>
    <w:rsid w:val="00066CF1"/>
    <w:rsid w:val="000823C1"/>
    <w:rsid w:val="000A2052"/>
    <w:rsid w:val="000A5AED"/>
    <w:rsid w:val="000B00C3"/>
    <w:rsid w:val="000C1B9F"/>
    <w:rsid w:val="000D57DA"/>
    <w:rsid w:val="000E0D61"/>
    <w:rsid w:val="00107201"/>
    <w:rsid w:val="001113E2"/>
    <w:rsid w:val="001169C1"/>
    <w:rsid w:val="0012365D"/>
    <w:rsid w:val="00132574"/>
    <w:rsid w:val="001328E3"/>
    <w:rsid w:val="00136AAF"/>
    <w:rsid w:val="001446D9"/>
    <w:rsid w:val="00183A15"/>
    <w:rsid w:val="001C586C"/>
    <w:rsid w:val="001D352C"/>
    <w:rsid w:val="00207DC8"/>
    <w:rsid w:val="002112BB"/>
    <w:rsid w:val="00240077"/>
    <w:rsid w:val="00245A03"/>
    <w:rsid w:val="00247B14"/>
    <w:rsid w:val="00277A10"/>
    <w:rsid w:val="00296A98"/>
    <w:rsid w:val="002A2A80"/>
    <w:rsid w:val="002A2DB7"/>
    <w:rsid w:val="002E6CB5"/>
    <w:rsid w:val="002F39BA"/>
    <w:rsid w:val="002F45C3"/>
    <w:rsid w:val="002F4BFE"/>
    <w:rsid w:val="00316641"/>
    <w:rsid w:val="00325D26"/>
    <w:rsid w:val="00326968"/>
    <w:rsid w:val="003364DF"/>
    <w:rsid w:val="00340F90"/>
    <w:rsid w:val="00366A34"/>
    <w:rsid w:val="00380C65"/>
    <w:rsid w:val="00396DCD"/>
    <w:rsid w:val="003A2189"/>
    <w:rsid w:val="003A5D93"/>
    <w:rsid w:val="003B4C21"/>
    <w:rsid w:val="003C6398"/>
    <w:rsid w:val="003F58CB"/>
    <w:rsid w:val="00407505"/>
    <w:rsid w:val="00427F65"/>
    <w:rsid w:val="0043081F"/>
    <w:rsid w:val="00451138"/>
    <w:rsid w:val="00451B49"/>
    <w:rsid w:val="00454D24"/>
    <w:rsid w:val="0046597B"/>
    <w:rsid w:val="0047283F"/>
    <w:rsid w:val="004919D2"/>
    <w:rsid w:val="00491FE4"/>
    <w:rsid w:val="004A0755"/>
    <w:rsid w:val="004B71E5"/>
    <w:rsid w:val="004D7F8A"/>
    <w:rsid w:val="004F09A2"/>
    <w:rsid w:val="00503BB8"/>
    <w:rsid w:val="005173B6"/>
    <w:rsid w:val="00527FC3"/>
    <w:rsid w:val="00555D73"/>
    <w:rsid w:val="00572FDD"/>
    <w:rsid w:val="00586341"/>
    <w:rsid w:val="005A5F1F"/>
    <w:rsid w:val="005A7265"/>
    <w:rsid w:val="005B1070"/>
    <w:rsid w:val="005D0EF5"/>
    <w:rsid w:val="005E0E2F"/>
    <w:rsid w:val="005E2752"/>
    <w:rsid w:val="005E72F2"/>
    <w:rsid w:val="0062214C"/>
    <w:rsid w:val="00631267"/>
    <w:rsid w:val="00654924"/>
    <w:rsid w:val="0066114A"/>
    <w:rsid w:val="00672139"/>
    <w:rsid w:val="00686718"/>
    <w:rsid w:val="00697F1B"/>
    <w:rsid w:val="006A2BB1"/>
    <w:rsid w:val="006A5FEE"/>
    <w:rsid w:val="006B34B4"/>
    <w:rsid w:val="006B5364"/>
    <w:rsid w:val="006D43B8"/>
    <w:rsid w:val="006E0E8F"/>
    <w:rsid w:val="006E4A3F"/>
    <w:rsid w:val="006E7349"/>
    <w:rsid w:val="00712524"/>
    <w:rsid w:val="007127CA"/>
    <w:rsid w:val="0071575F"/>
    <w:rsid w:val="007228EE"/>
    <w:rsid w:val="00725996"/>
    <w:rsid w:val="0073795F"/>
    <w:rsid w:val="0076634E"/>
    <w:rsid w:val="00777C59"/>
    <w:rsid w:val="00787314"/>
    <w:rsid w:val="00795EBF"/>
    <w:rsid w:val="007D41EB"/>
    <w:rsid w:val="007E4ED3"/>
    <w:rsid w:val="007F6E6A"/>
    <w:rsid w:val="00805F59"/>
    <w:rsid w:val="00806C13"/>
    <w:rsid w:val="00820087"/>
    <w:rsid w:val="00822814"/>
    <w:rsid w:val="00831A5E"/>
    <w:rsid w:val="00856D0E"/>
    <w:rsid w:val="00896BEF"/>
    <w:rsid w:val="008A3D06"/>
    <w:rsid w:val="008B4793"/>
    <w:rsid w:val="008C1E45"/>
    <w:rsid w:val="008C2A24"/>
    <w:rsid w:val="008C3788"/>
    <w:rsid w:val="008C4DE6"/>
    <w:rsid w:val="008C5CA0"/>
    <w:rsid w:val="008D4872"/>
    <w:rsid w:val="008F3F7B"/>
    <w:rsid w:val="008F4D34"/>
    <w:rsid w:val="00911C62"/>
    <w:rsid w:val="00930A27"/>
    <w:rsid w:val="009445A1"/>
    <w:rsid w:val="00945AA2"/>
    <w:rsid w:val="00952391"/>
    <w:rsid w:val="00990D6F"/>
    <w:rsid w:val="00991A51"/>
    <w:rsid w:val="00995801"/>
    <w:rsid w:val="009A270E"/>
    <w:rsid w:val="009A53DF"/>
    <w:rsid w:val="009A5CFE"/>
    <w:rsid w:val="009A5E5B"/>
    <w:rsid w:val="009C33E1"/>
    <w:rsid w:val="009C4538"/>
    <w:rsid w:val="009D1FAB"/>
    <w:rsid w:val="009E14F4"/>
    <w:rsid w:val="009F4755"/>
    <w:rsid w:val="00A06A97"/>
    <w:rsid w:val="00A1059D"/>
    <w:rsid w:val="00A13C85"/>
    <w:rsid w:val="00A25362"/>
    <w:rsid w:val="00A43D45"/>
    <w:rsid w:val="00A50A07"/>
    <w:rsid w:val="00A67417"/>
    <w:rsid w:val="00AA24A3"/>
    <w:rsid w:val="00AA7A72"/>
    <w:rsid w:val="00AB4E65"/>
    <w:rsid w:val="00AB5EFD"/>
    <w:rsid w:val="00AC60A9"/>
    <w:rsid w:val="00AC63AB"/>
    <w:rsid w:val="00AD6533"/>
    <w:rsid w:val="00AD7711"/>
    <w:rsid w:val="00B012AE"/>
    <w:rsid w:val="00B03355"/>
    <w:rsid w:val="00B05290"/>
    <w:rsid w:val="00B27C55"/>
    <w:rsid w:val="00B35E12"/>
    <w:rsid w:val="00B4568D"/>
    <w:rsid w:val="00B52AE4"/>
    <w:rsid w:val="00B9297F"/>
    <w:rsid w:val="00B94030"/>
    <w:rsid w:val="00B95FAD"/>
    <w:rsid w:val="00BA34D0"/>
    <w:rsid w:val="00BA4C0A"/>
    <w:rsid w:val="00BB0BEB"/>
    <w:rsid w:val="00BC5FBA"/>
    <w:rsid w:val="00BD277B"/>
    <w:rsid w:val="00BF174D"/>
    <w:rsid w:val="00C33727"/>
    <w:rsid w:val="00C53192"/>
    <w:rsid w:val="00C66C50"/>
    <w:rsid w:val="00C83861"/>
    <w:rsid w:val="00CC3989"/>
    <w:rsid w:val="00CC5563"/>
    <w:rsid w:val="00CC6DBD"/>
    <w:rsid w:val="00CC7399"/>
    <w:rsid w:val="00CD2C26"/>
    <w:rsid w:val="00CD6AE0"/>
    <w:rsid w:val="00CE4D69"/>
    <w:rsid w:val="00CF19B3"/>
    <w:rsid w:val="00D2556E"/>
    <w:rsid w:val="00D256A6"/>
    <w:rsid w:val="00D30FEC"/>
    <w:rsid w:val="00D34CF5"/>
    <w:rsid w:val="00D44544"/>
    <w:rsid w:val="00D64D64"/>
    <w:rsid w:val="00D70B9C"/>
    <w:rsid w:val="00D876A3"/>
    <w:rsid w:val="00D91ECF"/>
    <w:rsid w:val="00DA5E5C"/>
    <w:rsid w:val="00DD1DAC"/>
    <w:rsid w:val="00DE4906"/>
    <w:rsid w:val="00DF5567"/>
    <w:rsid w:val="00E07630"/>
    <w:rsid w:val="00E154B2"/>
    <w:rsid w:val="00E42106"/>
    <w:rsid w:val="00E619C3"/>
    <w:rsid w:val="00E634CE"/>
    <w:rsid w:val="00E66183"/>
    <w:rsid w:val="00EA2D09"/>
    <w:rsid w:val="00EA6BAF"/>
    <w:rsid w:val="00EB489D"/>
    <w:rsid w:val="00ED2C0D"/>
    <w:rsid w:val="00F1765C"/>
    <w:rsid w:val="00F228C7"/>
    <w:rsid w:val="00F25EFE"/>
    <w:rsid w:val="00F27F54"/>
    <w:rsid w:val="00F32FF8"/>
    <w:rsid w:val="00F658DB"/>
    <w:rsid w:val="00F677B5"/>
    <w:rsid w:val="00F70BDE"/>
    <w:rsid w:val="00F70D7B"/>
    <w:rsid w:val="00F73783"/>
    <w:rsid w:val="00F85073"/>
    <w:rsid w:val="00F90DB3"/>
    <w:rsid w:val="00F9594F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B6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corso%20di%20formazione%20Scuola%20in%20movimento\Corso%20di%20formazione%20%20scuola%20in%20movimento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5CB3-F331-4361-911A-6DED2962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Corso di formazione  scuola in movimento carta intestata.dotx</Template>
  <TotalTime>225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1205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4</cp:revision>
  <cp:lastPrinted>2017-09-18T11:33:00Z</cp:lastPrinted>
  <dcterms:created xsi:type="dcterms:W3CDTF">2019-02-28T09:13:00Z</dcterms:created>
  <dcterms:modified xsi:type="dcterms:W3CDTF">2019-02-28T12:57:00Z</dcterms:modified>
</cp:coreProperties>
</file>